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o:targetscreensize="1024,768">
      <v:fill color2="fill darken(118)" method="linear sigma" focus="100%" type="gradientRadial">
        <o:fill v:ext="view" type="gradientCenter"/>
      </v:fill>
    </v:background>
  </w:background>
  <w:body>
    <w:tbl>
      <w:tblPr>
        <w:tblStyle w:val="TableLayout"/>
        <w:tblW w:w="0" w:type="auto"/>
        <w:jc w:val="center"/>
        <w:tblLayout w:type="fixed"/>
        <w:tblLook w:val="04A0" w:firstRow="1" w:lastRow="0" w:firstColumn="1" w:lastColumn="0" w:noHBand="0" w:noVBand="1"/>
        <w:tblDescription w:val="Brochure layout table page 1"/>
      </w:tblPr>
      <w:tblGrid>
        <w:gridCol w:w="3840"/>
        <w:gridCol w:w="713"/>
        <w:gridCol w:w="713"/>
        <w:gridCol w:w="3843"/>
        <w:gridCol w:w="720"/>
        <w:gridCol w:w="720"/>
        <w:gridCol w:w="3851"/>
      </w:tblGrid>
      <w:tr w:rsidR="006F002B">
        <w:trPr>
          <w:trHeight w:hRule="exact" w:val="10800"/>
          <w:jc w:val="center"/>
        </w:trPr>
        <w:tc>
          <w:tcPr>
            <w:tcW w:w="3840" w:type="dxa"/>
          </w:tcPr>
          <w:sdt>
            <w:sdtPr>
              <w:alias w:val="Click icon at right to replace picture"/>
              <w:tag w:val="Click icon at right to replace picture"/>
              <w:id w:val="321324275"/>
              <w:picture/>
            </w:sdtPr>
            <w:sdtEndPr/>
            <w:sdtContent>
              <w:p w:rsidR="006F002B" w:rsidRDefault="00C124AE">
                <w:r>
                  <w:rPr>
                    <w:noProof/>
                    <w:lang w:eastAsia="en-US"/>
                  </w:rPr>
                  <w:drawing>
                    <wp:inline distT="0" distB="0" distL="0" distR="0">
                      <wp:extent cx="2432304" cy="2133495"/>
                      <wp:effectExtent l="0" t="0" r="6350" b="635"/>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432304" cy="2133495"/>
                              </a:xfrm>
                              <a:prstGeom prst="rect">
                                <a:avLst/>
                              </a:prstGeom>
                              <a:noFill/>
                              <a:ln>
                                <a:noFill/>
                              </a:ln>
                              <a:extLst>
                                <a:ext uri="{53640926-AAD7-44D8-BBD7-CCE9431645EC}">
                                  <a14:shadowObscured xmlns:a14="http://schemas.microsoft.com/office/drawing/2010/main"/>
                                </a:ext>
                              </a:extLst>
                            </pic:spPr>
                          </pic:pic>
                        </a:graphicData>
                      </a:graphic>
                    </wp:inline>
                  </w:drawing>
                </w:r>
              </w:p>
            </w:sdtContent>
          </w:sdt>
          <w:p w:rsidR="006F002B" w:rsidRDefault="006F002B">
            <w:pPr>
              <w:pStyle w:val="Caption"/>
            </w:pPr>
          </w:p>
          <w:p w:rsidR="006F002B" w:rsidRDefault="00C124AE" w:rsidP="00C124AE">
            <w:pPr>
              <w:pStyle w:val="Heading2"/>
              <w:rPr>
                <w:rFonts w:asciiTheme="minorHAnsi" w:hAnsiTheme="minorHAnsi"/>
                <w:color w:val="auto"/>
              </w:rPr>
            </w:pPr>
            <w:r>
              <w:rPr>
                <w:rFonts w:asciiTheme="minorHAnsi" w:hAnsiTheme="minorHAnsi"/>
                <w:color w:val="auto"/>
              </w:rPr>
              <w:t>If You Are a Student Athlete You Could Be Facing Many Problems Here Are a Few…</w:t>
            </w:r>
          </w:p>
          <w:p w:rsidR="00C124AE" w:rsidRDefault="00C124AE" w:rsidP="00C124AE">
            <w:pPr>
              <w:pStyle w:val="ListParagraph"/>
              <w:numPr>
                <w:ilvl w:val="0"/>
                <w:numId w:val="6"/>
              </w:numPr>
            </w:pPr>
            <w:r>
              <w:t xml:space="preserve">Time management </w:t>
            </w:r>
          </w:p>
          <w:p w:rsidR="00C124AE" w:rsidRDefault="00C124AE" w:rsidP="00C124AE">
            <w:pPr>
              <w:pStyle w:val="ListParagraph"/>
              <w:numPr>
                <w:ilvl w:val="0"/>
                <w:numId w:val="6"/>
              </w:numPr>
            </w:pPr>
            <w:r>
              <w:t>Struggling in class</w:t>
            </w:r>
          </w:p>
          <w:p w:rsidR="00C124AE" w:rsidRDefault="00C124AE" w:rsidP="00C124AE">
            <w:pPr>
              <w:pStyle w:val="ListParagraph"/>
              <w:numPr>
                <w:ilvl w:val="0"/>
                <w:numId w:val="6"/>
              </w:numPr>
            </w:pPr>
            <w:r>
              <w:t>Overwhelming stress</w:t>
            </w:r>
          </w:p>
          <w:p w:rsidR="00C124AE" w:rsidRDefault="00C124AE" w:rsidP="00C124AE">
            <w:pPr>
              <w:pStyle w:val="ListParagraph"/>
              <w:numPr>
                <w:ilvl w:val="0"/>
                <w:numId w:val="6"/>
              </w:numPr>
            </w:pPr>
            <w:r>
              <w:t xml:space="preserve">Social life Problems </w:t>
            </w:r>
          </w:p>
          <w:p w:rsidR="00C124AE" w:rsidRPr="00C124AE" w:rsidRDefault="00C124AE" w:rsidP="00C124AE">
            <w:pPr>
              <w:pStyle w:val="ListParagraph"/>
              <w:numPr>
                <w:ilvl w:val="0"/>
                <w:numId w:val="6"/>
              </w:numPr>
            </w:pPr>
            <w:r>
              <w:t xml:space="preserve">Personal life Problems  </w:t>
            </w:r>
          </w:p>
        </w:tc>
        <w:tc>
          <w:tcPr>
            <w:tcW w:w="713" w:type="dxa"/>
          </w:tcPr>
          <w:p w:rsidR="006F002B" w:rsidRDefault="006F002B"/>
        </w:tc>
        <w:tc>
          <w:tcPr>
            <w:tcW w:w="713" w:type="dxa"/>
          </w:tcPr>
          <w:p w:rsidR="006F002B" w:rsidRDefault="006F002B"/>
        </w:tc>
        <w:tc>
          <w:tcPr>
            <w:tcW w:w="3843" w:type="dxa"/>
          </w:tcPr>
          <w:tbl>
            <w:tblPr>
              <w:tblStyle w:val="TableLayout"/>
              <w:tblW w:w="5000" w:type="pct"/>
              <w:tblLayout w:type="fixed"/>
              <w:tblLook w:val="04A0" w:firstRow="1" w:lastRow="0" w:firstColumn="1" w:lastColumn="0" w:noHBand="0" w:noVBand="1"/>
            </w:tblPr>
            <w:tblGrid>
              <w:gridCol w:w="3843"/>
            </w:tblGrid>
            <w:tr w:rsidR="006F002B">
              <w:trPr>
                <w:trHeight w:hRule="exact" w:val="7920"/>
              </w:trPr>
              <w:tc>
                <w:tcPr>
                  <w:tcW w:w="5000" w:type="pct"/>
                </w:tcPr>
                <w:p w:rsidR="006F002B" w:rsidRDefault="00C124AE">
                  <w:pPr>
                    <w:pStyle w:val="Heading1"/>
                  </w:pPr>
                  <w:r>
                    <w:t>Who We Are</w:t>
                  </w:r>
                </w:p>
                <w:p w:rsidR="006F002B" w:rsidRDefault="00C124AE">
                  <w:pPr>
                    <w:pStyle w:val="Heading2"/>
                  </w:pPr>
                  <w:r>
                    <w:t>We Can Help!</w:t>
                  </w:r>
                </w:p>
                <w:p w:rsidR="006F002B" w:rsidRDefault="00C124AE">
                  <w:r>
                    <w:t xml:space="preserve">Are you a student athlete having trouble managing sports and school work? If so look no further we are here to help you with any and all of the problems you are facing. </w:t>
                  </w:r>
                </w:p>
                <w:p w:rsidR="006F002B" w:rsidRDefault="00C124AE">
                  <w:pPr>
                    <w:pStyle w:val="Heading2"/>
                  </w:pPr>
                  <w:r>
                    <w:t>Contact Us</w:t>
                  </w:r>
                </w:p>
                <w:p w:rsidR="006F002B" w:rsidRDefault="00C124AE" w:rsidP="00C124AE">
                  <w:r>
                    <w:t>Phone: 555-555-5556</w:t>
                  </w:r>
                  <w:r>
                    <w:br/>
                    <w:t>Email: hello@bye.com</w:t>
                  </w:r>
                  <w:r>
                    <w:br/>
                    <w:t>Web: WeCanHelpYou.com</w:t>
                  </w:r>
                  <w:r>
                    <w:rPr>
                      <w:noProof/>
                      <w:lang w:eastAsia="en-US"/>
                    </w:rPr>
                    <w:drawing>
                      <wp:inline distT="0" distB="0" distL="0" distR="0">
                        <wp:extent cx="2440305" cy="1775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orts_link[1].jpg"/>
                                <pic:cNvPicPr/>
                              </pic:nvPicPr>
                              <pic:blipFill>
                                <a:blip r:embed="rId7">
                                  <a:extLst>
                                    <a:ext uri="{28A0092B-C50C-407E-A947-70E740481C1C}">
                                      <a14:useLocalDpi xmlns:a14="http://schemas.microsoft.com/office/drawing/2010/main" val="0"/>
                                    </a:ext>
                                  </a:extLst>
                                </a:blip>
                                <a:stretch>
                                  <a:fillRect/>
                                </a:stretch>
                              </pic:blipFill>
                              <pic:spPr>
                                <a:xfrm>
                                  <a:off x="0" y="0"/>
                                  <a:ext cx="2440305" cy="1775460"/>
                                </a:xfrm>
                                <a:prstGeom prst="rect">
                                  <a:avLst/>
                                </a:prstGeom>
                              </pic:spPr>
                            </pic:pic>
                          </a:graphicData>
                        </a:graphic>
                      </wp:inline>
                    </w:drawing>
                  </w:r>
                </w:p>
              </w:tc>
            </w:tr>
            <w:tr w:rsidR="006F002B">
              <w:trPr>
                <w:trHeight w:hRule="exact" w:val="2880"/>
              </w:trPr>
              <w:tc>
                <w:tcPr>
                  <w:tcW w:w="5000" w:type="pct"/>
                  <w:vAlign w:val="bottom"/>
                </w:tcPr>
                <w:p w:rsidR="006F002B" w:rsidRDefault="006F002B"/>
              </w:tc>
            </w:tr>
          </w:tbl>
          <w:p w:rsidR="006F002B" w:rsidRDefault="006F002B"/>
        </w:tc>
        <w:tc>
          <w:tcPr>
            <w:tcW w:w="720" w:type="dxa"/>
          </w:tcPr>
          <w:p w:rsidR="006F002B" w:rsidRDefault="006F002B"/>
        </w:tc>
        <w:tc>
          <w:tcPr>
            <w:tcW w:w="720" w:type="dxa"/>
          </w:tcPr>
          <w:p w:rsidR="006F002B" w:rsidRDefault="006F002B"/>
        </w:tc>
        <w:tc>
          <w:tcPr>
            <w:tcW w:w="3851" w:type="dxa"/>
          </w:tcPr>
          <w:tbl>
            <w:tblPr>
              <w:tblStyle w:val="TableLayout"/>
              <w:tblW w:w="5000" w:type="pct"/>
              <w:tblLayout w:type="fixed"/>
              <w:tblLook w:val="04A0" w:firstRow="1" w:lastRow="0" w:firstColumn="1" w:lastColumn="0" w:noHBand="0" w:noVBand="1"/>
            </w:tblPr>
            <w:tblGrid>
              <w:gridCol w:w="3851"/>
            </w:tblGrid>
            <w:tr w:rsidR="006F002B">
              <w:trPr>
                <w:trHeight w:hRule="exact" w:val="5760"/>
              </w:trPr>
              <w:sdt>
                <w:sdtPr>
                  <w:id w:val="-1297910721"/>
                  <w:picture/>
                </w:sdtPr>
                <w:sdtEndPr/>
                <w:sdtContent>
                  <w:tc>
                    <w:tcPr>
                      <w:tcW w:w="5000" w:type="pct"/>
                    </w:tcPr>
                    <w:p w:rsidR="006F002B" w:rsidRDefault="00C124AE">
                      <w:r>
                        <w:rPr>
                          <w:noProof/>
                          <w:lang w:eastAsia="en-US"/>
                        </w:rPr>
                        <w:drawing>
                          <wp:inline distT="0" distB="0" distL="0" distR="0">
                            <wp:extent cx="2441448" cy="1628903"/>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41448" cy="1628903"/>
                                    </a:xfrm>
                                    <a:prstGeom prst="rect">
                                      <a:avLst/>
                                    </a:prstGeom>
                                    <a:noFill/>
                                    <a:ln>
                                      <a:noFill/>
                                    </a:ln>
                                    <a:extLst>
                                      <a:ext uri="{53640926-AAD7-44D8-BBD7-CCE9431645EC}">
                                        <a14:shadowObscured xmlns:a14="http://schemas.microsoft.com/office/drawing/2010/main"/>
                                      </a:ext>
                                    </a:extLst>
                                  </pic:spPr>
                                </pic:pic>
                              </a:graphicData>
                            </a:graphic>
                          </wp:inline>
                        </w:drawing>
                      </w:r>
                    </w:p>
                  </w:tc>
                </w:sdtContent>
              </w:sdt>
            </w:tr>
            <w:tr w:rsidR="006F002B">
              <w:trPr>
                <w:trHeight w:hRule="exact" w:val="360"/>
              </w:trPr>
              <w:tc>
                <w:tcPr>
                  <w:tcW w:w="5000" w:type="pct"/>
                </w:tcPr>
                <w:p w:rsidR="006F002B" w:rsidRDefault="006F002B"/>
              </w:tc>
            </w:tr>
            <w:tr w:rsidR="006F002B">
              <w:trPr>
                <w:trHeight w:hRule="exact" w:val="3240"/>
              </w:trPr>
              <w:sdt>
                <w:sdtPr>
                  <w:alias w:val="Company"/>
                  <w:tag w:val=""/>
                  <w:id w:val="1477263083"/>
                  <w:placeholder>
                    <w:docPart w:val="5298442049CC4ADBBB9E81301621CF18"/>
                  </w:placeholder>
                  <w:dataBinding w:prefixMappings="xmlns:ns0='http://schemas.openxmlformats.org/officeDocument/2006/extended-properties' " w:xpath="/ns0:Properties[1]/ns0:Company[1]" w:storeItemID="{6668398D-A668-4E3E-A5EB-62B293D839F1}"/>
                  <w:text/>
                </w:sdtPr>
                <w:sdtEndPr/>
                <w:sdtContent>
                  <w:tc>
                    <w:tcPr>
                      <w:tcW w:w="5000" w:type="pct"/>
                      <w:shd w:val="clear" w:color="auto" w:fill="03A996" w:themeFill="accent1"/>
                    </w:tcPr>
                    <w:p w:rsidR="006F002B" w:rsidRDefault="00C124AE" w:rsidP="00C124AE">
                      <w:pPr>
                        <w:pStyle w:val="Title"/>
                      </w:pPr>
                      <w:r>
                        <w:t>Don’t be afraid to ask for help!</w:t>
                      </w:r>
                    </w:p>
                  </w:tc>
                </w:sdtContent>
              </w:sdt>
            </w:tr>
            <w:tr w:rsidR="006F002B">
              <w:trPr>
                <w:trHeight w:hRule="exact" w:val="1440"/>
              </w:trPr>
              <w:tc>
                <w:tcPr>
                  <w:tcW w:w="5000" w:type="pct"/>
                  <w:shd w:val="clear" w:color="auto" w:fill="03A996" w:themeFill="accent1"/>
                  <w:vAlign w:val="bottom"/>
                </w:tcPr>
                <w:p w:rsidR="006F002B" w:rsidRDefault="00C124AE" w:rsidP="00C124AE">
                  <w:pPr>
                    <w:pStyle w:val="Subtitle"/>
                  </w:pPr>
                  <w:r>
                    <w:t>We are here for you!</w:t>
                  </w:r>
                </w:p>
              </w:tc>
            </w:tr>
          </w:tbl>
          <w:p w:rsidR="006F002B" w:rsidRDefault="006F002B"/>
        </w:tc>
      </w:tr>
    </w:tbl>
    <w:p w:rsidR="006F002B" w:rsidRDefault="006F002B">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gridCol w:w="713"/>
        <w:gridCol w:w="3843"/>
        <w:gridCol w:w="720"/>
        <w:gridCol w:w="720"/>
        <w:gridCol w:w="3851"/>
      </w:tblGrid>
      <w:tr w:rsidR="006F002B">
        <w:trPr>
          <w:trHeight w:hRule="exact" w:val="10800"/>
          <w:jc w:val="center"/>
        </w:trPr>
        <w:tc>
          <w:tcPr>
            <w:tcW w:w="3840" w:type="dxa"/>
          </w:tcPr>
          <w:sdt>
            <w:sdtPr>
              <w:id w:val="-1941750188"/>
              <w:showingPlcHdr/>
              <w:picture/>
            </w:sdtPr>
            <w:sdtEndPr/>
            <w:sdtContent>
              <w:p w:rsidR="006F002B" w:rsidRDefault="00C124AE">
                <w:r>
                  <w:rPr>
                    <w:noProof/>
                    <w:lang w:eastAsia="en-US"/>
                  </w:rPr>
                  <w:drawing>
                    <wp:inline distT="0" distB="0" distL="0" distR="0">
                      <wp:extent cx="2432304" cy="3657600"/>
                      <wp:effectExtent l="0" t="0" r="635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2304" cy="3657600"/>
                              </a:xfrm>
                              <a:prstGeom prst="rect">
                                <a:avLst/>
                              </a:prstGeom>
                              <a:noFill/>
                              <a:ln>
                                <a:noFill/>
                              </a:ln>
                            </pic:spPr>
                          </pic:pic>
                        </a:graphicData>
                      </a:graphic>
                    </wp:inline>
                  </w:drawing>
                </w:r>
              </w:p>
            </w:sdtContent>
          </w:sdt>
          <w:sdt>
            <w:sdtPr>
              <w:rPr>
                <w:rStyle w:val="Heading1Char"/>
                <w:b/>
                <w:bCs/>
              </w:rPr>
              <w:id w:val="-1000425450"/>
              <w:placeholder>
                <w:docPart w:val="31D5CCBC12DF45668F98EE695A72DB4F"/>
              </w:placeholder>
              <w:temporary/>
              <w:showingPlcHdr/>
              <w15:appearance w15:val="hidden"/>
            </w:sdtPr>
            <w:sdtEndPr>
              <w:rPr>
                <w:rStyle w:val="DefaultParagraphFont"/>
                <w:rFonts w:asciiTheme="minorHAnsi" w:eastAsiaTheme="minorEastAsia" w:hAnsiTheme="minorHAnsi" w:cstheme="minorBidi"/>
                <w:b w:val="0"/>
                <w:color w:val="4D4436" w:themeColor="text2" w:themeTint="E6"/>
                <w:sz w:val="20"/>
              </w:rPr>
            </w:sdtEndPr>
            <w:sdtContent>
              <w:p w:rsidR="006F002B" w:rsidRDefault="00C124AE">
                <w:pPr>
                  <w:pStyle w:val="Heading1"/>
                </w:pPr>
                <w:r>
                  <w:t>What do you include in a brochure?</w:t>
                </w:r>
              </w:p>
              <w:p w:rsidR="006F002B" w:rsidRDefault="00C124AE">
                <w:pPr>
                  <w:pStyle w:val="Heading2"/>
                </w:pPr>
                <w:r>
                  <w:t>Here are a couple of ideas…</w:t>
                </w:r>
              </w:p>
              <w:p w:rsidR="006F002B" w:rsidRDefault="00C124AE">
                <w:r>
                  <w:t xml:space="preserve">This spot would be perfect for a mission statement. You might use the right side of the page to summarize how you stand out from the crowd and use the center for a brief success story. </w:t>
                </w:r>
              </w:p>
              <w:p w:rsidR="006F002B" w:rsidRDefault="00C124AE">
                <w:r>
                  <w:t>(And be sure to pick photos that show off what your company does best.</w:t>
                </w:r>
                <w:r>
                  <w:t xml:space="preserve"> Pictures should always dress to impress.)</w:t>
                </w:r>
              </w:p>
            </w:sdtContent>
          </w:sdt>
        </w:tc>
        <w:tc>
          <w:tcPr>
            <w:tcW w:w="713" w:type="dxa"/>
          </w:tcPr>
          <w:p w:rsidR="006F002B" w:rsidRDefault="006F002B"/>
        </w:tc>
        <w:tc>
          <w:tcPr>
            <w:tcW w:w="713" w:type="dxa"/>
          </w:tcPr>
          <w:p w:rsidR="006F002B" w:rsidRDefault="006F002B"/>
        </w:tc>
        <w:tc>
          <w:tcPr>
            <w:tcW w:w="3843" w:type="dxa"/>
          </w:tcPr>
          <w:sdt>
            <w:sdtPr>
              <w:rPr>
                <w:rStyle w:val="Heading2Char"/>
                <w:b/>
                <w:bCs/>
              </w:rPr>
              <w:id w:val="889080526"/>
              <w:placeholder>
                <w:docPart w:val="401B2F354EE448A7A50EEA90F63C1FD6"/>
              </w:placeholder>
              <w:temporary/>
              <w:showingPlcHdr/>
              <w15:appearance w15:val="hidden"/>
            </w:sdtPr>
            <w:sdtEndPr>
              <w:rPr>
                <w:rStyle w:val="DefaultParagraphFont"/>
                <w:rFonts w:asciiTheme="minorHAnsi" w:eastAsiaTheme="minorEastAsia" w:hAnsiTheme="minorHAnsi" w:cstheme="minorBidi"/>
                <w:b w:val="0"/>
                <w:color w:val="4D4436" w:themeColor="text2" w:themeTint="E6"/>
                <w:sz w:val="20"/>
              </w:rPr>
            </w:sdtEndPr>
            <w:sdtContent>
              <w:p w:rsidR="006F002B" w:rsidRDefault="00C124AE">
                <w:pPr>
                  <w:pStyle w:val="Heading2"/>
                  <w:spacing w:before="200"/>
                </w:pPr>
                <w:r>
                  <w:t>Think a document that looks this good has to be difficult to format?</w:t>
                </w:r>
              </w:p>
              <w:p w:rsidR="006F002B" w:rsidRDefault="00C124AE">
                <w:r>
                  <w:t>Think again! We’ve created styles that let you match the formatting in this brochure with just a click. On the Home tab of the ribbon, check</w:t>
                </w:r>
                <w:r>
                  <w:t xml:space="preserve"> out the Styles gallery.</w:t>
                </w:r>
              </w:p>
            </w:sdtContent>
          </w:sdt>
          <w:sdt>
            <w:sdtPr>
              <w:rPr>
                <w:rStyle w:val="QuoteChar"/>
                <w:i/>
                <w:iCs/>
              </w:rPr>
              <w:id w:val="-1348559578"/>
              <w:placeholder>
                <w:docPart w:val="3AB4FB6BEFAE424B866A810C911D2AC3"/>
              </w:placeholder>
              <w:temporary/>
              <w:showingPlcHdr/>
              <w15:appearance w15:val="hidden"/>
            </w:sdtPr>
            <w:sdtEndPr>
              <w:rPr>
                <w:rStyle w:val="DefaultParagraphFont"/>
                <w:i w:val="0"/>
                <w:color w:val="4D4436" w:themeColor="text2" w:themeTint="E6"/>
                <w:sz w:val="20"/>
              </w:rPr>
            </w:sdtEndPr>
            <w:sdtContent>
              <w:p w:rsidR="006F002B" w:rsidRDefault="00C124AE">
                <w:pPr>
                  <w:pStyle w:val="Quote"/>
                </w:pPr>
                <w:r>
                  <w:t>“Don’t be shy! Show them how fabulous you are! This is a great spot for a glowing testimonial.”</w:t>
                </w:r>
              </w:p>
              <w:p w:rsidR="006F002B" w:rsidRDefault="00C124AE">
                <w:pPr>
                  <w:pStyle w:val="Heading2"/>
                </w:pPr>
                <w:r>
                  <w:t>Get the exact results you want</w:t>
                </w:r>
              </w:p>
              <w:p w:rsidR="006F002B" w:rsidRDefault="00C124AE">
                <w:r>
                  <w:t xml:space="preserve">To easily customize the look of this brochure, on the Design tab of the ribbon, check out the Themes, </w:t>
                </w:r>
                <w:r>
                  <w:t>Colors, and Fonts galleries.</w:t>
                </w:r>
              </w:p>
              <w:p w:rsidR="006F002B" w:rsidRDefault="00C124AE">
                <w:pPr>
                  <w:pStyle w:val="Heading2"/>
                </w:pPr>
                <w:r>
                  <w:t>Have company-branded colors or fonts?</w:t>
                </w:r>
              </w:p>
              <w:p w:rsidR="006F002B" w:rsidRDefault="00C124AE">
                <w:r>
                  <w:t>No problem! The Themes, Colors, and Fonts galleries give you the option to add your own.</w:t>
                </w:r>
              </w:p>
            </w:sdtContent>
          </w:sdt>
        </w:tc>
        <w:tc>
          <w:tcPr>
            <w:tcW w:w="720" w:type="dxa"/>
          </w:tcPr>
          <w:p w:rsidR="006F002B" w:rsidRDefault="006F002B"/>
        </w:tc>
        <w:tc>
          <w:tcPr>
            <w:tcW w:w="720" w:type="dxa"/>
          </w:tcPr>
          <w:p w:rsidR="006F002B" w:rsidRDefault="006F002B"/>
        </w:tc>
        <w:tc>
          <w:tcPr>
            <w:tcW w:w="3851" w:type="dxa"/>
          </w:tcPr>
          <w:sdt>
            <w:sdtPr>
              <w:id w:val="1665123103"/>
              <w:showingPlcHdr/>
              <w:picture/>
            </w:sdtPr>
            <w:sdtEndPr/>
            <w:sdtContent>
              <w:p w:rsidR="006F002B" w:rsidRDefault="00C124AE">
                <w:r>
                  <w:rPr>
                    <w:noProof/>
                    <w:lang w:eastAsia="en-US"/>
                  </w:rPr>
                  <w:drawing>
                    <wp:inline distT="0" distB="0" distL="0" distR="0">
                      <wp:extent cx="2441448" cy="1828800"/>
                      <wp:effectExtent l="0" t="0" r="0"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41448" cy="1828800"/>
                              </a:xfrm>
                              <a:prstGeom prst="rect">
                                <a:avLst/>
                              </a:prstGeom>
                              <a:noFill/>
                              <a:ln>
                                <a:noFill/>
                              </a:ln>
                            </pic:spPr>
                          </pic:pic>
                        </a:graphicData>
                      </a:graphic>
                    </wp:inline>
                  </w:drawing>
                </w:r>
              </w:p>
            </w:sdtContent>
          </w:sdt>
          <w:sdt>
            <w:sdtPr>
              <w:id w:val="1180852552"/>
              <w:placeholder>
                <w:docPart w:val="D9DE73379B5845D5ADE1DCB749CCB055"/>
              </w:placeholder>
              <w:temporary/>
              <w:showingPlcHdr/>
              <w15:appearance w15:val="hidden"/>
              <w:text/>
            </w:sdtPr>
            <w:sdtEndPr/>
            <w:sdtContent>
              <w:p w:rsidR="006F002B" w:rsidRDefault="00C124AE">
                <w:pPr>
                  <w:pStyle w:val="Caption"/>
                </w:pPr>
                <w:r>
                  <w:t>[Type a caption for your photo]</w:t>
                </w:r>
              </w:p>
            </w:sdtContent>
          </w:sdt>
          <w:sdt>
            <w:sdtPr>
              <w:id w:val="1651330001"/>
              <w:placeholder>
                <w:docPart w:val="DE1C30ECCA594E58A4D1238EB18BB96C"/>
              </w:placeholder>
              <w:temporary/>
              <w:showingPlcHdr/>
              <w15:appearance w15:val="hidden"/>
            </w:sdtPr>
            <w:sdtEndPr/>
            <w:sdtContent>
              <w:p w:rsidR="006F002B" w:rsidRDefault="00C124AE">
                <w:r>
                  <w:t xml:space="preserve">Don’t forget to include some specifics about what you </w:t>
                </w:r>
                <w:r>
                  <w:t>offer, and how you differ from the competition.</w:t>
                </w:r>
              </w:p>
              <w:p w:rsidR="006F002B" w:rsidRDefault="00C124AE">
                <w:pPr>
                  <w:pStyle w:val="Heading2"/>
                </w:pPr>
                <w:r>
                  <w:t>Our Products and Services</w:t>
                </w:r>
              </w:p>
              <w:p w:rsidR="006F002B" w:rsidRDefault="00C124AE">
                <w:r>
                  <w:t>You could include a bulleted list of products, services, or major benefits of working with your company. Or just summarize your finer points in a few concise paragraphs.</w:t>
                </w:r>
              </w:p>
              <w:p w:rsidR="006F002B" w:rsidRDefault="00C124AE">
                <w:r>
                  <w:t xml:space="preserve">We know you </w:t>
                </w:r>
                <w:r>
                  <w:t>could go on for hours about how great your business is. (And we don’t blame you—you’re amazing!) Just remember that this is marketing—if you want to grab their attention, keep it brief, friendly, and readable.</w:t>
                </w:r>
              </w:p>
            </w:sdtContent>
          </w:sdt>
        </w:tc>
      </w:tr>
    </w:tbl>
    <w:p w:rsidR="006F002B" w:rsidRDefault="006F002B">
      <w:pPr>
        <w:pStyle w:val="NoSpacing"/>
      </w:pPr>
    </w:p>
    <w:sectPr w:rsidR="006F002B" w:rsidSect="00C124AE">
      <w:pgSz w:w="15840" w:h="12240" w:orient="landscape" w:code="1"/>
      <w:pgMar w:top="720" w:right="720" w:bottom="432"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abstractNum w:abstractNumId="1">
    <w:nsid w:val="5C0D2672"/>
    <w:multiLevelType w:val="hybridMultilevel"/>
    <w:tmpl w:val="52D8B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4AE"/>
    <w:rsid w:val="006F002B"/>
    <w:rsid w:val="00C12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6617279A-0E4D-4DB0-A656-46EE5604D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027E6F"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4"/>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6"/>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4"/>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027E6F" w:themeColor="accent1" w:themeShade="BF"/>
      <w:sz w:val="4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aps/>
      <w:color w:val="027E6F" w:themeColor="accent1" w:themeShade="BF"/>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04" w:lineRule="auto"/>
      <w:ind w:left="288" w:right="288"/>
      <w:contextualSpacing/>
    </w:pPr>
    <w:rPr>
      <w:rFonts w:asciiTheme="majorHAnsi" w:eastAsiaTheme="majorEastAsia" w:hAnsiTheme="majorHAnsi" w:cstheme="majorBidi"/>
      <w:b/>
      <w:bCs/>
      <w:caps/>
      <w:color w:val="FFFFFF" w:themeColor="background1"/>
      <w:kern w:val="28"/>
      <w:sz w:val="56"/>
    </w:rPr>
  </w:style>
  <w:style w:type="character" w:customStyle="1" w:styleId="TitleChar">
    <w:name w:val="Title Char"/>
    <w:basedOn w:val="DefaultParagraphFont"/>
    <w:link w:val="Title"/>
    <w:uiPriority w:val="1"/>
    <w:rPr>
      <w:rFonts w:asciiTheme="majorHAnsi" w:eastAsiaTheme="majorEastAsia" w:hAnsiTheme="majorHAnsi" w:cstheme="majorBidi"/>
      <w:b/>
      <w:bCs/>
      <w:caps/>
      <w:color w:val="FFFFFF" w:themeColor="background1"/>
      <w:kern w:val="28"/>
      <w:sz w:val="56"/>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6"/>
    </w:rPr>
  </w:style>
  <w:style w:type="character" w:customStyle="1" w:styleId="SubtitleChar">
    <w:name w:val="Subtitle Char"/>
    <w:basedOn w:val="DefaultParagraphFont"/>
    <w:link w:val="Subtitle"/>
    <w:uiPriority w:val="1"/>
    <w:rPr>
      <w:i/>
      <w:iCs/>
      <w:color w:val="FFFFFF" w:themeColor="background1"/>
      <w:sz w:val="26"/>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027E6F" w:themeColor="accent1" w:themeShade="BF"/>
        <w:bottom w:val="single" w:sz="4" w:space="14" w:color="027E6F" w:themeColor="accent1" w:themeShade="BF"/>
      </w:pBdr>
      <w:spacing w:before="480" w:after="480" w:line="336" w:lineRule="auto"/>
    </w:pPr>
    <w:rPr>
      <w:i/>
      <w:iCs/>
      <w:color w:val="027E6F" w:themeColor="accent1" w:themeShade="BF"/>
      <w:sz w:val="30"/>
    </w:rPr>
  </w:style>
  <w:style w:type="character" w:customStyle="1" w:styleId="QuoteChar">
    <w:name w:val="Quote Char"/>
    <w:basedOn w:val="DefaultParagraphFont"/>
    <w:link w:val="Quote"/>
    <w:uiPriority w:val="1"/>
    <w:rPr>
      <w:i/>
      <w:iCs/>
      <w:color w:val="027E6F" w:themeColor="accent1" w:themeShade="BF"/>
      <w:sz w:val="30"/>
    </w:rPr>
  </w:style>
  <w:style w:type="character" w:customStyle="1" w:styleId="Heading3Char">
    <w:name w:val="Heading 3 Char"/>
    <w:basedOn w:val="DefaultParagraphFont"/>
    <w:link w:val="Heading3"/>
    <w:uiPriority w:val="9"/>
    <w:semiHidden/>
    <w:rPr>
      <w:b/>
      <w:bCs/>
    </w:rPr>
  </w:style>
  <w:style w:type="paragraph" w:styleId="ListParagraph">
    <w:name w:val="List Paragraph"/>
    <w:basedOn w:val="Normal"/>
    <w:uiPriority w:val="34"/>
    <w:unhideWhenUsed/>
    <w:qFormat/>
    <w:rsid w:val="00C12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bri_000\AppData\Roaming\Microsoft\Template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9DE73379B5845D5ADE1DCB749CCB055"/>
        <w:category>
          <w:name w:val="General"/>
          <w:gallery w:val="placeholder"/>
        </w:category>
        <w:types>
          <w:type w:val="bbPlcHdr"/>
        </w:types>
        <w:behaviors>
          <w:behavior w:val="content"/>
        </w:behaviors>
        <w:guid w:val="{6B714161-6422-4EC9-B8CF-770154DED73F}"/>
      </w:docPartPr>
      <w:docPartBody>
        <w:p w:rsidR="00000000" w:rsidRDefault="00225EF8">
          <w:pPr>
            <w:pStyle w:val="D9DE73379B5845D5ADE1DCB749CCB055"/>
          </w:pPr>
          <w:r>
            <w:t>[Type a caption for your photo]</w:t>
          </w:r>
        </w:p>
      </w:docPartBody>
    </w:docPart>
    <w:docPart>
      <w:docPartPr>
        <w:name w:val="5298442049CC4ADBBB9E81301621CF18"/>
        <w:category>
          <w:name w:val="General"/>
          <w:gallery w:val="placeholder"/>
        </w:category>
        <w:types>
          <w:type w:val="bbPlcHdr"/>
        </w:types>
        <w:behaviors>
          <w:behavior w:val="content"/>
        </w:behaviors>
        <w:guid w:val="{B3D18EC7-83BF-497D-8B77-179F729B1971}"/>
      </w:docPartPr>
      <w:docPartBody>
        <w:p w:rsidR="00000000" w:rsidRDefault="00225EF8">
          <w:pPr>
            <w:pStyle w:val="5298442049CC4ADBBB9E81301621CF18"/>
          </w:pPr>
          <w:r>
            <w:t>[Company Name]</w:t>
          </w:r>
        </w:p>
      </w:docPartBody>
    </w:docPart>
    <w:docPart>
      <w:docPartPr>
        <w:name w:val="31D5CCBC12DF45668F98EE695A72DB4F"/>
        <w:category>
          <w:name w:val="General"/>
          <w:gallery w:val="placeholder"/>
        </w:category>
        <w:types>
          <w:type w:val="bbPlcHdr"/>
        </w:types>
        <w:behaviors>
          <w:behavior w:val="content"/>
        </w:behaviors>
        <w:guid w:val="{559DE999-C1BA-459C-A2EE-64DCAA4594CD}"/>
      </w:docPartPr>
      <w:docPartBody>
        <w:p w:rsidR="00BA492C" w:rsidRDefault="00225EF8">
          <w:pPr>
            <w:pStyle w:val="Heading1"/>
          </w:pPr>
          <w:r>
            <w:t>What do you include in a brochure?</w:t>
          </w:r>
        </w:p>
        <w:p w:rsidR="00BA492C" w:rsidRDefault="00225EF8">
          <w:pPr>
            <w:pStyle w:val="Heading2"/>
          </w:pPr>
          <w:r>
            <w:t>Here a</w:t>
          </w:r>
          <w:r>
            <w:t>re a couple of ideas…</w:t>
          </w:r>
        </w:p>
        <w:p w:rsidR="00BA492C" w:rsidRDefault="00225EF8">
          <w:r>
            <w:t xml:space="preserve">This spot would be perfect for a mission statement. You might use the right side of the page to summarize how you stand out from the crowd and use the center for a brief success story. </w:t>
          </w:r>
        </w:p>
        <w:p w:rsidR="00000000" w:rsidRDefault="00225EF8">
          <w:pPr>
            <w:pStyle w:val="31D5CCBC12DF45668F98EE695A72DB4F"/>
          </w:pPr>
          <w:r>
            <w:t>(And be sure to pick photos that show off what y</w:t>
          </w:r>
          <w:r>
            <w:t>our company does best. Pictures should always dress to impress.)</w:t>
          </w:r>
        </w:p>
      </w:docPartBody>
    </w:docPart>
    <w:docPart>
      <w:docPartPr>
        <w:name w:val="401B2F354EE448A7A50EEA90F63C1FD6"/>
        <w:category>
          <w:name w:val="General"/>
          <w:gallery w:val="placeholder"/>
        </w:category>
        <w:types>
          <w:type w:val="bbPlcHdr"/>
        </w:types>
        <w:behaviors>
          <w:behavior w:val="content"/>
        </w:behaviors>
        <w:guid w:val="{FABD08D9-C532-4021-8797-4F9F2131C5E1}"/>
      </w:docPartPr>
      <w:docPartBody>
        <w:p w:rsidR="00BA492C" w:rsidRDefault="00225EF8">
          <w:pPr>
            <w:pStyle w:val="Heading2"/>
            <w:spacing w:before="200"/>
          </w:pPr>
          <w:r>
            <w:t>Think a document that looks this good has to be difficult to format?</w:t>
          </w:r>
        </w:p>
        <w:p w:rsidR="00000000" w:rsidRDefault="00225EF8">
          <w:pPr>
            <w:pStyle w:val="401B2F354EE448A7A50EEA90F63C1FD6"/>
          </w:pPr>
          <w:r>
            <w:t>Think again! We’ve created styles that let you match the formatting in this brochure with just a click. On the Home tab of</w:t>
          </w:r>
          <w:r>
            <w:t xml:space="preserve"> the ribbon, check out the Styles gallery.</w:t>
          </w:r>
        </w:p>
      </w:docPartBody>
    </w:docPart>
    <w:docPart>
      <w:docPartPr>
        <w:name w:val="3AB4FB6BEFAE424B866A810C911D2AC3"/>
        <w:category>
          <w:name w:val="General"/>
          <w:gallery w:val="placeholder"/>
        </w:category>
        <w:types>
          <w:type w:val="bbPlcHdr"/>
        </w:types>
        <w:behaviors>
          <w:behavior w:val="content"/>
        </w:behaviors>
        <w:guid w:val="{8808B89C-E64F-4876-B9FC-CCEF91FAF2EC}"/>
      </w:docPartPr>
      <w:docPartBody>
        <w:p w:rsidR="00BA492C" w:rsidRDefault="00225EF8">
          <w:pPr>
            <w:pStyle w:val="Quote"/>
          </w:pPr>
          <w:r>
            <w:t>“Don’t be shy! Show them how fabulous you are! This is a great spot for a glowing testimonial.”</w:t>
          </w:r>
        </w:p>
        <w:p w:rsidR="00BA492C" w:rsidRDefault="00225EF8">
          <w:pPr>
            <w:pStyle w:val="Heading2"/>
          </w:pPr>
          <w:r>
            <w:t>Get the exact results you want</w:t>
          </w:r>
        </w:p>
        <w:p w:rsidR="00BA492C" w:rsidRDefault="00225EF8">
          <w:r>
            <w:t xml:space="preserve">To easily customize the look of this brochure, on the Design tab of the ribbon, check </w:t>
          </w:r>
          <w:r>
            <w:t>out the Themes, Colors, and Fonts galleries.</w:t>
          </w:r>
        </w:p>
        <w:p w:rsidR="00BA492C" w:rsidRDefault="00225EF8">
          <w:pPr>
            <w:pStyle w:val="Heading2"/>
          </w:pPr>
          <w:r>
            <w:t>Have company-branded colors or fonts?</w:t>
          </w:r>
        </w:p>
        <w:p w:rsidR="00000000" w:rsidRDefault="00225EF8">
          <w:pPr>
            <w:pStyle w:val="3AB4FB6BEFAE424B866A810C911D2AC3"/>
          </w:pPr>
          <w:r>
            <w:t>No problem! The Themes, Colors, and Fonts galleries give you the option to add your own.</w:t>
          </w:r>
        </w:p>
      </w:docPartBody>
    </w:docPart>
    <w:docPart>
      <w:docPartPr>
        <w:name w:val="DE1C30ECCA594E58A4D1238EB18BB96C"/>
        <w:category>
          <w:name w:val="General"/>
          <w:gallery w:val="placeholder"/>
        </w:category>
        <w:types>
          <w:type w:val="bbPlcHdr"/>
        </w:types>
        <w:behaviors>
          <w:behavior w:val="content"/>
        </w:behaviors>
        <w:guid w:val="{8AD7FE8F-CDB6-4282-B4E2-661997C3D946}"/>
      </w:docPartPr>
      <w:docPartBody>
        <w:p w:rsidR="00BA492C" w:rsidRDefault="00225EF8">
          <w:r>
            <w:t>Don’t forget to include some specifics about what you offer, and how you differ from</w:t>
          </w:r>
          <w:r>
            <w:t xml:space="preserve"> the competition.</w:t>
          </w:r>
        </w:p>
        <w:p w:rsidR="00BA492C" w:rsidRDefault="00225EF8">
          <w:pPr>
            <w:pStyle w:val="Heading2"/>
          </w:pPr>
          <w:r>
            <w:t>Our Products and Services</w:t>
          </w:r>
        </w:p>
        <w:p w:rsidR="00BA492C" w:rsidRDefault="00225EF8">
          <w:r>
            <w:t>You could include a bulleted list of products, services, or major benefits of working with your company. Or just summarize your finer points in a few concise paragraphs.</w:t>
          </w:r>
        </w:p>
        <w:p w:rsidR="00000000" w:rsidRDefault="00225EF8">
          <w:pPr>
            <w:pStyle w:val="DE1C30ECCA594E58A4D1238EB18BB96C"/>
          </w:pPr>
          <w:r>
            <w:t>We know you could go on for hours about ho</w:t>
          </w:r>
          <w:r>
            <w:t>w great your business is. (And we don’t blame you—you’re amazing!) Just remember that this is marketing—if you want to grab their attention, keep it brief, friendly, and readable.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EF8"/>
    <w:rsid w:val="00225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2E74B5"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44546A"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DE73379B5845D5ADE1DCB749CCB055">
    <w:name w:val="D9DE73379B5845D5ADE1DCB749CCB055"/>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44546A" w:themeColor="text2"/>
      <w:sz w:val="24"/>
    </w:rPr>
  </w:style>
  <w:style w:type="paragraph" w:styleId="ListBullet">
    <w:name w:val="List Bullet"/>
    <w:basedOn w:val="Normal"/>
    <w:uiPriority w:val="1"/>
    <w:unhideWhenUsed/>
    <w:qFormat/>
    <w:pPr>
      <w:numPr>
        <w:numId w:val="1"/>
      </w:numPr>
      <w:spacing w:after="200" w:line="288" w:lineRule="auto"/>
    </w:pPr>
    <w:rPr>
      <w:color w:val="50637D" w:themeColor="text2" w:themeTint="E6"/>
      <w:sz w:val="20"/>
    </w:rPr>
  </w:style>
  <w:style w:type="paragraph" w:customStyle="1" w:styleId="122030FD61094091BA5D68BDFACC20C6">
    <w:name w:val="122030FD61094091BA5D68BDFACC20C6"/>
  </w:style>
  <w:style w:type="paragraph" w:customStyle="1" w:styleId="618F7E0A00D44CEBB8E576D6DF4076C8">
    <w:name w:val="618F7E0A00D44CEBB8E576D6DF4076C8"/>
  </w:style>
  <w:style w:type="paragraph" w:customStyle="1" w:styleId="B81F4A865DC7428388247D40AF6D7869">
    <w:name w:val="B81F4A865DC7428388247D40AF6D7869"/>
  </w:style>
  <w:style w:type="paragraph" w:customStyle="1" w:styleId="EED263F8E58F44FB847E54E5DCC5CAAE">
    <w:name w:val="EED263F8E58F44FB847E54E5DCC5CAAE"/>
  </w:style>
  <w:style w:type="paragraph" w:customStyle="1" w:styleId="3E464F63E798465C887421F28A75B4C0">
    <w:name w:val="3E464F63E798465C887421F28A75B4C0"/>
  </w:style>
  <w:style w:type="paragraph" w:customStyle="1" w:styleId="5298442049CC4ADBBB9E81301621CF18">
    <w:name w:val="5298442049CC4ADBBB9E81301621CF18"/>
  </w:style>
  <w:style w:type="paragraph" w:customStyle="1" w:styleId="E9A7FD08ED1F4D328BA577FDC8308109">
    <w:name w:val="E9A7FD08ED1F4D328BA577FDC8308109"/>
  </w:style>
  <w:style w:type="paragraph" w:customStyle="1" w:styleId="45CCCB89E61F47C690264786BCCB7DEB">
    <w:name w:val="45CCCB89E61F47C690264786BCCB7DEB"/>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2E74B5" w:themeColor="accent1" w:themeShade="BF"/>
      <w:sz w:val="42"/>
    </w:rPr>
  </w:style>
  <w:style w:type="paragraph" w:customStyle="1" w:styleId="31D5CCBC12DF45668F98EE695A72DB4F">
    <w:name w:val="31D5CCBC12DF45668F98EE695A72DB4F"/>
  </w:style>
  <w:style w:type="paragraph" w:customStyle="1" w:styleId="401B2F354EE448A7A50EEA90F63C1FD6">
    <w:name w:val="401B2F354EE448A7A50EEA90F63C1FD6"/>
  </w:style>
  <w:style w:type="paragraph" w:styleId="Quote">
    <w:name w:val="Quote"/>
    <w:basedOn w:val="Normal"/>
    <w:next w:val="Normal"/>
    <w:link w:val="QuoteChar"/>
    <w:uiPriority w:val="1"/>
    <w:qFormat/>
    <w:pPr>
      <w:pBdr>
        <w:top w:val="single" w:sz="4" w:space="14" w:color="2E74B5" w:themeColor="accent1" w:themeShade="BF"/>
        <w:bottom w:val="single" w:sz="4" w:space="14" w:color="2E74B5" w:themeColor="accent1" w:themeShade="BF"/>
      </w:pBdr>
      <w:spacing w:before="480" w:after="480" w:line="336" w:lineRule="auto"/>
    </w:pPr>
    <w:rPr>
      <w:i/>
      <w:iCs/>
      <w:color w:val="2E74B5" w:themeColor="accent1" w:themeShade="BF"/>
      <w:sz w:val="30"/>
    </w:rPr>
  </w:style>
  <w:style w:type="character" w:customStyle="1" w:styleId="QuoteChar">
    <w:name w:val="Quote Char"/>
    <w:basedOn w:val="DefaultParagraphFont"/>
    <w:link w:val="Quote"/>
    <w:uiPriority w:val="1"/>
    <w:rPr>
      <w:i/>
      <w:iCs/>
      <w:color w:val="2E74B5" w:themeColor="accent1" w:themeShade="BF"/>
      <w:sz w:val="30"/>
    </w:rPr>
  </w:style>
  <w:style w:type="paragraph" w:customStyle="1" w:styleId="3AB4FB6BEFAE424B866A810C911D2AC3">
    <w:name w:val="3AB4FB6BEFAE424B866A810C911D2AC3"/>
  </w:style>
  <w:style w:type="paragraph" w:customStyle="1" w:styleId="DE1C30ECCA594E58A4D1238EB18BB96C">
    <w:name w:val="DE1C30ECCA594E58A4D1238EB18BB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FA69E81-0C24-4775-962E-38A881F681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Template>
  <TotalTime>18</TotalTime>
  <Pages>2</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Don’t be afraid to ask for help!</Company>
  <LinksUpToDate>false</LinksUpToDate>
  <CharactersWithSpaces>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Sean</dc:creator>
  <cp:keywords/>
  <cp:lastModifiedBy>Sean Obrien</cp:lastModifiedBy>
  <cp:revision>1</cp:revision>
  <dcterms:created xsi:type="dcterms:W3CDTF">2015-03-18T21:34:00Z</dcterms:created>
  <dcterms:modified xsi:type="dcterms:W3CDTF">2015-03-18T21:52:00Z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TC029118979991</vt:lpwstr>
  </property>
</Properties>
</file>